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DA29B0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B2A3A" w:rsidRDefault="00BB2A3A" w:rsidP="00374A16">
      <w:pPr>
        <w:spacing w:after="120" w:line="240" w:lineRule="auto"/>
        <w:ind w:left="4536"/>
        <w:rPr>
          <w:rFonts w:cs="Arial"/>
        </w:rPr>
      </w:pPr>
    </w:p>
    <w:p w:rsidR="00BB2A3A" w:rsidRDefault="00BB2A3A" w:rsidP="00374A16">
      <w:pPr>
        <w:spacing w:after="120" w:line="240" w:lineRule="auto"/>
        <w:ind w:left="4536"/>
        <w:rPr>
          <w:rFonts w:cs="Arial"/>
        </w:rPr>
      </w:pPr>
    </w:p>
    <w:sectPr w:rsidR="00BB2A3A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B2A3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B2A3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63652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652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A92CB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Crèche</w:t>
                          </w:r>
                          <w:r w:rsidR="00BB189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Clair de Lune</w:t>
                          </w:r>
                        </w:p>
                        <w:p w:rsidR="00256C33" w:rsidRDefault="00BB189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51 rue du Vallon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011B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B1895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cr-clairdelune</w:t>
                            </w:r>
                            <w:r w:rsidR="00BB1895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BB189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48 53 88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CC5007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CC5007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00072</w:t>
                          </w:r>
                        </w:p>
                        <w:p w:rsidR="00256C33" w:rsidRPr="00BD52B4" w:rsidRDefault="00DA29B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crèche Clair de Lune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07.6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" stroked="f">
              <v:textbox>
                <w:txbxContent>
                  <w:p w:rsidR="00256C33" w:rsidRPr="00642DA0" w:rsidRDefault="00A92CB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Crèche</w:t>
                    </w:r>
                    <w:r w:rsidR="00BB189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Clair de Lune</w:t>
                    </w:r>
                  </w:p>
                  <w:p w:rsidR="00256C33" w:rsidRDefault="00BB189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51 rue du Vallon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011B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B1895" w:rsidRPr="000F3838">
                        <w:rPr>
                          <w:rStyle w:val="Lienhypertexte"/>
                          <w:sz w:val="16"/>
                          <w:szCs w:val="16"/>
                        </w:rPr>
                        <w:t>cr-clairdelune</w:t>
                      </w:r>
                      <w:r w:rsidR="00BB1895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BB189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48 53 88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CC5007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CC5007">
                      <w:rPr>
                        <w:color w:val="878786"/>
                        <w:sz w:val="12"/>
                        <w:szCs w:val="12"/>
                      </w:rPr>
                      <w:t xml:space="preserve"> 00072</w:t>
                    </w:r>
                  </w:p>
                  <w:p w:rsidR="00256C33" w:rsidRPr="00BD52B4" w:rsidRDefault="00DA29B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crèche Clair de Lune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CC5007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CC5007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2CB1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B1895"/>
    <w:rsid w:val="00BB2A3A"/>
    <w:rsid w:val="00BC409A"/>
    <w:rsid w:val="00BD35E1"/>
    <w:rsid w:val="00C35D12"/>
    <w:rsid w:val="00C4344A"/>
    <w:rsid w:val="00C7151D"/>
    <w:rsid w:val="00CA3A38"/>
    <w:rsid w:val="00CA675C"/>
    <w:rsid w:val="00CC5007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A29B0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1A85B7C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r-clairdelune-pdl@vyv3.fr" TargetMode="External"/><Relationship Id="rId1" Type="http://schemas.openxmlformats.org/officeDocument/2006/relationships/hyperlink" Target="mailto:cr-clairdelu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schemas.microsoft.com/office/2006/documentManagement/types"/>
    <ds:schemaRef ds:uri="14d88cad-2694-4fc8-ba0f-2537f7b00320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b7fc1b99-8ebe-4374-9cc1-f5204f9031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930ACB-678F-4ABD-8A25-1BD6C4FE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7</cp:revision>
  <cp:lastPrinted>2023-11-24T09:09:00Z</cp:lastPrinted>
  <dcterms:created xsi:type="dcterms:W3CDTF">2023-12-15T14:51:00Z</dcterms:created>
  <dcterms:modified xsi:type="dcterms:W3CDTF">2024-01-03T14:16:00Z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